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1EB" w:rsidRDefault="003B41EB" w:rsidP="00BD63A2">
      <w:pPr>
        <w:pStyle w:val="NormalWeb"/>
        <w:spacing w:before="0" w:beforeAutospacing="0" w:after="0" w:afterAutospacing="0" w:line="240" w:lineRule="atLeast"/>
        <w:jc w:val="center"/>
        <w:rPr>
          <w:b/>
          <w:color w:val="000000"/>
          <w:sz w:val="28"/>
          <w:szCs w:val="27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42pt;margin-top:-36pt;width:164.25pt;height:113.15pt;z-index:-251658240;visibility:visible">
            <v:imagedata r:id="rId5" o:title="" croptop="50264f" cropbottom="5799f" cropleft="6931f" cropright="39700f"/>
          </v:shape>
        </w:pict>
      </w:r>
    </w:p>
    <w:p w:rsidR="003B41EB" w:rsidRDefault="003B41EB" w:rsidP="00BD63A2">
      <w:pPr>
        <w:pStyle w:val="NormalWeb"/>
        <w:spacing w:before="0" w:beforeAutospacing="0" w:after="0" w:afterAutospacing="0" w:line="240" w:lineRule="atLeast"/>
        <w:jc w:val="center"/>
        <w:rPr>
          <w:b/>
          <w:color w:val="000000"/>
          <w:sz w:val="28"/>
          <w:szCs w:val="27"/>
          <w:lang w:val="en-US"/>
        </w:rPr>
      </w:pPr>
    </w:p>
    <w:p w:rsidR="003B41EB" w:rsidRDefault="003B41EB" w:rsidP="00BD63A2">
      <w:pPr>
        <w:pStyle w:val="NormalWeb"/>
        <w:spacing w:before="0" w:beforeAutospacing="0" w:after="0" w:afterAutospacing="0" w:line="240" w:lineRule="atLeast"/>
        <w:jc w:val="center"/>
        <w:rPr>
          <w:b/>
          <w:color w:val="000000"/>
          <w:sz w:val="28"/>
          <w:szCs w:val="27"/>
        </w:rPr>
      </w:pPr>
      <w:r>
        <w:rPr>
          <w:b/>
          <w:color w:val="000000"/>
          <w:sz w:val="28"/>
          <w:szCs w:val="27"/>
        </w:rPr>
        <w:t>Р</w:t>
      </w:r>
      <w:r w:rsidRPr="00BE3020">
        <w:rPr>
          <w:b/>
          <w:color w:val="000000"/>
          <w:sz w:val="28"/>
          <w:szCs w:val="27"/>
        </w:rPr>
        <w:t xml:space="preserve">езультаты освоения </w:t>
      </w:r>
      <w:r>
        <w:rPr>
          <w:b/>
          <w:color w:val="000000"/>
          <w:sz w:val="28"/>
          <w:szCs w:val="27"/>
        </w:rPr>
        <w:t>об</w:t>
      </w:r>
      <w:r w:rsidRPr="00BE3020">
        <w:rPr>
          <w:b/>
          <w:color w:val="000000"/>
          <w:sz w:val="28"/>
          <w:szCs w:val="27"/>
        </w:rPr>
        <w:t>уча</w:t>
      </w:r>
      <w:r>
        <w:rPr>
          <w:b/>
          <w:color w:val="000000"/>
          <w:sz w:val="28"/>
          <w:szCs w:val="27"/>
        </w:rPr>
        <w:t>ю</w:t>
      </w:r>
      <w:r w:rsidRPr="00BE3020">
        <w:rPr>
          <w:b/>
          <w:color w:val="000000"/>
          <w:sz w:val="28"/>
          <w:szCs w:val="27"/>
        </w:rPr>
        <w:t>щимися программы кружка</w:t>
      </w:r>
      <w:r>
        <w:rPr>
          <w:b/>
          <w:color w:val="000000"/>
          <w:sz w:val="28"/>
          <w:szCs w:val="27"/>
        </w:rPr>
        <w:t xml:space="preserve"> </w:t>
      </w:r>
    </w:p>
    <w:p w:rsidR="003B41EB" w:rsidRDefault="003B41EB" w:rsidP="00BD63A2">
      <w:pPr>
        <w:pStyle w:val="NormalWeb"/>
        <w:spacing w:before="0" w:beforeAutospacing="0" w:after="0" w:afterAutospacing="0" w:line="240" w:lineRule="atLeast"/>
        <w:jc w:val="center"/>
        <w:rPr>
          <w:b/>
          <w:color w:val="000000"/>
          <w:sz w:val="28"/>
          <w:szCs w:val="27"/>
        </w:rPr>
      </w:pPr>
      <w:r>
        <w:rPr>
          <w:b/>
          <w:color w:val="000000"/>
          <w:sz w:val="28"/>
          <w:szCs w:val="27"/>
        </w:rPr>
        <w:t>«Компьютерная азбука» 4 класс</w:t>
      </w:r>
    </w:p>
    <w:p w:rsidR="003B41EB" w:rsidRDefault="003B41EB" w:rsidP="00BD63A2">
      <w:pPr>
        <w:pStyle w:val="NormalWeb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</w:p>
    <w:p w:rsidR="003B41EB" w:rsidRPr="00077235" w:rsidRDefault="003B41EB" w:rsidP="00BD63A2">
      <w:pPr>
        <w:pStyle w:val="NormalWeb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</w:rPr>
      </w:pPr>
      <w:r w:rsidRPr="00077235">
        <w:rPr>
          <w:b/>
          <w:bCs/>
          <w:i/>
          <w:iCs/>
          <w:color w:val="000000"/>
        </w:rPr>
        <w:t>Личностные результаты:</w:t>
      </w:r>
    </w:p>
    <w:p w:rsidR="003B41EB" w:rsidRPr="00077235" w:rsidRDefault="003B41EB" w:rsidP="00BD63A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77235">
        <w:rPr>
          <w:color w:val="000000"/>
        </w:rPr>
        <w:t>овладение начальными навыками адаптации в динамично изменяющемся и развивающемся мире;</w:t>
      </w:r>
    </w:p>
    <w:p w:rsidR="003B41EB" w:rsidRPr="00077235" w:rsidRDefault="003B41EB" w:rsidP="00BD63A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77235">
        <w:rPr>
          <w:color w:val="000000"/>
        </w:rPr>
        <w:t>развитие мотивов учебной деятельности;</w:t>
      </w:r>
    </w:p>
    <w:p w:rsidR="003B41EB" w:rsidRPr="00077235" w:rsidRDefault="003B41EB" w:rsidP="00BD63A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77235">
        <w:rPr>
          <w:color w:val="000000"/>
        </w:rPr>
        <w:t>развитие самостоятельности и личной ответственности за свои поступки в информационной деятельности, на основе представлений о нравственных нормах, социальной справедливости и свободе;</w:t>
      </w:r>
    </w:p>
    <w:p w:rsidR="003B41EB" w:rsidRPr="00077235" w:rsidRDefault="003B41EB" w:rsidP="00BD63A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77235">
        <w:rPr>
          <w:color w:val="000000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3B41EB" w:rsidRPr="00077235" w:rsidRDefault="003B41EB" w:rsidP="00BD63A2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</w:p>
    <w:p w:rsidR="003B41EB" w:rsidRPr="00077235" w:rsidRDefault="003B41EB" w:rsidP="00BD63A2">
      <w:pPr>
        <w:pStyle w:val="NormalWeb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</w:rPr>
      </w:pPr>
      <w:r w:rsidRPr="00077235">
        <w:rPr>
          <w:b/>
          <w:bCs/>
          <w:i/>
          <w:iCs/>
          <w:color w:val="000000"/>
        </w:rPr>
        <w:t>Метапредметные результаты:</w:t>
      </w:r>
    </w:p>
    <w:p w:rsidR="003B41EB" w:rsidRPr="00077235" w:rsidRDefault="003B41EB" w:rsidP="00BD63A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77235">
        <w:rPr>
          <w:color w:val="000000"/>
        </w:rPr>
        <w:t>освоение способов решения проблем творческого и поискового характера;</w:t>
      </w:r>
    </w:p>
    <w:p w:rsidR="003B41EB" w:rsidRPr="00077235" w:rsidRDefault="003B41EB" w:rsidP="00BD63A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77235">
        <w:rPr>
          <w:color w:val="000000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:rsidR="003B41EB" w:rsidRPr="00077235" w:rsidRDefault="003B41EB" w:rsidP="00BD63A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77235">
        <w:rPr>
          <w:color w:val="000000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3B41EB" w:rsidRPr="00077235" w:rsidRDefault="003B41EB" w:rsidP="00BD63A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77235">
        <w:rPr>
          <w:color w:val="000000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3B41EB" w:rsidRPr="00077235" w:rsidRDefault="003B41EB" w:rsidP="00BD63A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77235">
        <w:rPr>
          <w:color w:val="000000"/>
        </w:rPr>
        <w:t>использование различных способов поиска (в справочных источниках и открытом учебно-информационном пространстве Интернета), сбора, обработки, анализа, передачи и интерпретации информации в соответствии с коммуникативными и познавательными задачами и технологиями учебного предмета, в том числе вводить текст с помощью клавиатуры, фиксировать звуки, изображения, готовить свое выступление и выступать с аудио-, видео- и графическим сопровождением;</w:t>
      </w:r>
    </w:p>
    <w:p w:rsidR="003B41EB" w:rsidRPr="00077235" w:rsidRDefault="003B41EB" w:rsidP="00BD63A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77235">
        <w:rPr>
          <w:color w:val="000000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событий;</w:t>
      </w:r>
    </w:p>
    <w:p w:rsidR="003B41EB" w:rsidRPr="00077235" w:rsidRDefault="003B41EB" w:rsidP="00BD63A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77235">
        <w:rPr>
          <w:color w:val="000000"/>
        </w:rPr>
        <w:t>овладение начальным сведениями о сущности и особенностях информационных объектов, процессов и явлений действительности;</w:t>
      </w:r>
    </w:p>
    <w:p w:rsidR="003B41EB" w:rsidRPr="00077235" w:rsidRDefault="003B41EB" w:rsidP="00BD63A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77235">
        <w:rPr>
          <w:color w:val="000000"/>
        </w:rPr>
        <w:t>овладение начальным сведениями о компьютере, как об универсальной машине, предназначенной для обработки информации; о названии и назначении основных устройств персонального компьютера (процессор, монитор, клавиатура, мышь, память); о том, что компьютер обрабатывает информацию по правилам, которые определили люди, а компьютерная программа — набор таких правил;</w:t>
      </w:r>
    </w:p>
    <w:p w:rsidR="003B41EB" w:rsidRPr="00077235" w:rsidRDefault="003B41EB" w:rsidP="00BD63A2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</w:p>
    <w:p w:rsidR="003B41EB" w:rsidRPr="00077235" w:rsidRDefault="003B41EB" w:rsidP="00BD63A2">
      <w:pPr>
        <w:pStyle w:val="NormalWeb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</w:rPr>
      </w:pPr>
    </w:p>
    <w:p w:rsidR="003B41EB" w:rsidRPr="00077235" w:rsidRDefault="003B41EB" w:rsidP="00BD63A2">
      <w:pPr>
        <w:pStyle w:val="NormalWeb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</w:rPr>
      </w:pPr>
      <w:r w:rsidRPr="00077235">
        <w:rPr>
          <w:b/>
          <w:bCs/>
          <w:i/>
          <w:iCs/>
          <w:color w:val="000000"/>
        </w:rPr>
        <w:t>Предметные результаты:</w:t>
      </w:r>
    </w:p>
    <w:p w:rsidR="003B41EB" w:rsidRPr="00077235" w:rsidRDefault="003B41EB" w:rsidP="00A7724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77235">
        <w:rPr>
          <w:color w:val="000000"/>
        </w:rPr>
        <w:t>представлять информацию в табличной форме, в виде схем;</w:t>
      </w:r>
    </w:p>
    <w:p w:rsidR="003B41EB" w:rsidRPr="0024033E" w:rsidRDefault="003B41EB" w:rsidP="00A7724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24033E">
        <w:rPr>
          <w:color w:val="000000"/>
        </w:rPr>
        <w:t>созд</w:t>
      </w:r>
      <w:r w:rsidRPr="00077235">
        <w:rPr>
          <w:color w:val="000000"/>
        </w:rPr>
        <w:t xml:space="preserve">авать свои источники информации </w:t>
      </w:r>
      <w:r w:rsidRPr="0024033E">
        <w:rPr>
          <w:color w:val="000000"/>
        </w:rPr>
        <w:t>–</w:t>
      </w:r>
      <w:r w:rsidRPr="00077235">
        <w:rPr>
          <w:color w:val="000000"/>
        </w:rPr>
        <w:t xml:space="preserve"> </w:t>
      </w:r>
      <w:r w:rsidRPr="0024033E">
        <w:rPr>
          <w:color w:val="000000"/>
        </w:rPr>
        <w:t>информационные проекты (сообщения, н</w:t>
      </w:r>
      <w:r w:rsidRPr="00077235">
        <w:rPr>
          <w:color w:val="000000"/>
        </w:rPr>
        <w:t xml:space="preserve">ебольшие сочинения, графические </w:t>
      </w:r>
      <w:r w:rsidRPr="0024033E">
        <w:rPr>
          <w:color w:val="000000"/>
        </w:rPr>
        <w:t>работы);</w:t>
      </w:r>
    </w:p>
    <w:p w:rsidR="003B41EB" w:rsidRPr="0024033E" w:rsidRDefault="003B41EB" w:rsidP="00A7724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24033E">
        <w:rPr>
          <w:color w:val="000000"/>
        </w:rPr>
        <w:t>создавать и преобразовывать информацию, представленную в виде текста, таблиц, рисунков;</w:t>
      </w:r>
    </w:p>
    <w:p w:rsidR="003B41EB" w:rsidRPr="00077235" w:rsidRDefault="003B41EB" w:rsidP="00A7724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77235">
        <w:rPr>
          <w:color w:val="000000"/>
        </w:rPr>
        <w:t>владеть основами компьютерной грамотности;</w:t>
      </w:r>
    </w:p>
    <w:p w:rsidR="003B41EB" w:rsidRPr="00077235" w:rsidRDefault="003B41EB" w:rsidP="00A7724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77235">
        <w:rPr>
          <w:color w:val="000000"/>
        </w:rPr>
        <w:t>использовать на практике полученны</w:t>
      </w:r>
      <w:r w:rsidRPr="0024033E">
        <w:rPr>
          <w:color w:val="000000"/>
        </w:rPr>
        <w:t>е</w:t>
      </w:r>
      <w:r w:rsidRPr="00077235">
        <w:rPr>
          <w:color w:val="000000"/>
        </w:rPr>
        <w:t xml:space="preserve"> </w:t>
      </w:r>
      <w:r w:rsidRPr="0024033E">
        <w:rPr>
          <w:color w:val="000000"/>
        </w:rPr>
        <w:t>знания</w:t>
      </w:r>
      <w:r w:rsidRPr="00077235">
        <w:rPr>
          <w:color w:val="000000"/>
        </w:rPr>
        <w:t xml:space="preserve"> </w:t>
      </w:r>
      <w:r w:rsidRPr="0024033E">
        <w:rPr>
          <w:color w:val="000000"/>
        </w:rPr>
        <w:t>в виде докладов, программ, решать</w:t>
      </w:r>
      <w:r w:rsidRPr="00077235">
        <w:rPr>
          <w:color w:val="000000"/>
        </w:rPr>
        <w:t xml:space="preserve"> </w:t>
      </w:r>
      <w:r w:rsidRPr="0024033E">
        <w:rPr>
          <w:color w:val="000000"/>
        </w:rPr>
        <w:t>поставленные</w:t>
      </w:r>
      <w:r w:rsidRPr="00077235">
        <w:rPr>
          <w:color w:val="000000"/>
        </w:rPr>
        <w:t xml:space="preserve"> </w:t>
      </w:r>
      <w:r w:rsidRPr="0024033E">
        <w:rPr>
          <w:color w:val="000000"/>
        </w:rPr>
        <w:t>задачи;</w:t>
      </w:r>
    </w:p>
    <w:p w:rsidR="003B41EB" w:rsidRPr="00A7724B" w:rsidRDefault="003B41EB" w:rsidP="00A7724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A7724B">
        <w:rPr>
          <w:color w:val="000000"/>
        </w:rPr>
        <w:t>придерживаться этических правил и норм, применяемых при работе с информац</w:t>
      </w:r>
      <w:r w:rsidRPr="00077235">
        <w:rPr>
          <w:color w:val="000000"/>
        </w:rPr>
        <w:t>и</w:t>
      </w:r>
      <w:r w:rsidRPr="00A7724B">
        <w:rPr>
          <w:color w:val="000000"/>
        </w:rPr>
        <w:t>ей, применять правила безопасного поведения при работе с компьютерами.</w:t>
      </w:r>
    </w:p>
    <w:p w:rsidR="003B41EB" w:rsidRPr="00077235" w:rsidRDefault="003B41EB" w:rsidP="00BD63A2">
      <w:pPr>
        <w:pStyle w:val="NormalWeb"/>
        <w:shd w:val="clear" w:color="auto" w:fill="FFFFFF"/>
        <w:spacing w:before="0" w:beforeAutospacing="0" w:after="0" w:afterAutospacing="0"/>
      </w:pPr>
    </w:p>
    <w:p w:rsidR="003B41EB" w:rsidRPr="00077235" w:rsidRDefault="003B41EB" w:rsidP="00A7724B">
      <w:pPr>
        <w:pStyle w:val="NormalWeb"/>
        <w:spacing w:before="0" w:beforeAutospacing="0" w:after="0" w:afterAutospacing="0" w:line="240" w:lineRule="atLeast"/>
        <w:ind w:left="360"/>
        <w:jc w:val="center"/>
        <w:rPr>
          <w:color w:val="000000"/>
        </w:rPr>
      </w:pPr>
      <w:r w:rsidRPr="00077235">
        <w:rPr>
          <w:b/>
          <w:color w:val="000000"/>
        </w:rPr>
        <w:t>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4"/>
        <w:gridCol w:w="4611"/>
        <w:gridCol w:w="1274"/>
        <w:gridCol w:w="1087"/>
        <w:gridCol w:w="1435"/>
      </w:tblGrid>
      <w:tr w:rsidR="003B41EB" w:rsidRPr="00D1775C" w:rsidTr="00D1775C">
        <w:trPr>
          <w:trHeight w:val="250"/>
        </w:trPr>
        <w:tc>
          <w:tcPr>
            <w:tcW w:w="804" w:type="dxa"/>
            <w:vMerge w:val="restart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№ п/п</w:t>
            </w:r>
          </w:p>
        </w:tc>
        <w:tc>
          <w:tcPr>
            <w:tcW w:w="4611" w:type="dxa"/>
            <w:vMerge w:val="restart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Название темы</w:t>
            </w:r>
          </w:p>
        </w:tc>
        <w:tc>
          <w:tcPr>
            <w:tcW w:w="3796" w:type="dxa"/>
            <w:gridSpan w:val="3"/>
          </w:tcPr>
          <w:p w:rsidR="003B41EB" w:rsidRPr="00D1775C" w:rsidRDefault="003B41EB" w:rsidP="00D1775C">
            <w:pPr>
              <w:pStyle w:val="NormalWeb"/>
              <w:jc w:val="center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Количество часов</w:t>
            </w:r>
          </w:p>
        </w:tc>
      </w:tr>
      <w:tr w:rsidR="003B41EB" w:rsidRPr="00D1775C" w:rsidTr="00D1775C">
        <w:trPr>
          <w:trHeight w:val="192"/>
        </w:trPr>
        <w:tc>
          <w:tcPr>
            <w:tcW w:w="804" w:type="dxa"/>
            <w:vMerge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</w:p>
        </w:tc>
        <w:tc>
          <w:tcPr>
            <w:tcW w:w="4611" w:type="dxa"/>
            <w:vMerge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</w:p>
        </w:tc>
        <w:tc>
          <w:tcPr>
            <w:tcW w:w="1274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всего</w:t>
            </w:r>
          </w:p>
        </w:tc>
        <w:tc>
          <w:tcPr>
            <w:tcW w:w="1087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теория</w:t>
            </w:r>
          </w:p>
        </w:tc>
        <w:tc>
          <w:tcPr>
            <w:tcW w:w="1435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практика</w:t>
            </w:r>
          </w:p>
        </w:tc>
      </w:tr>
      <w:tr w:rsidR="003B41EB" w:rsidRPr="00D1775C" w:rsidTr="00D1775C">
        <w:trPr>
          <w:trHeight w:val="250"/>
        </w:trPr>
        <w:tc>
          <w:tcPr>
            <w:tcW w:w="804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1.</w:t>
            </w:r>
          </w:p>
        </w:tc>
        <w:tc>
          <w:tcPr>
            <w:tcW w:w="4611" w:type="dxa"/>
          </w:tcPr>
          <w:p w:rsidR="003B41EB" w:rsidRPr="00D1775C" w:rsidRDefault="003B41EB" w:rsidP="006937C2">
            <w:pPr>
              <w:pStyle w:val="NormalWeb"/>
              <w:rPr>
                <w:color w:val="000000"/>
              </w:rPr>
            </w:pPr>
            <w:r w:rsidRPr="00D1775C">
              <w:rPr>
                <w:color w:val="000000"/>
              </w:rPr>
              <w:t>Что мы уже знаем о компьютере</w:t>
            </w:r>
          </w:p>
        </w:tc>
        <w:tc>
          <w:tcPr>
            <w:tcW w:w="1274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9</w:t>
            </w:r>
          </w:p>
        </w:tc>
        <w:tc>
          <w:tcPr>
            <w:tcW w:w="1087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4</w:t>
            </w:r>
          </w:p>
        </w:tc>
        <w:tc>
          <w:tcPr>
            <w:tcW w:w="1435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5</w:t>
            </w:r>
          </w:p>
        </w:tc>
      </w:tr>
      <w:tr w:rsidR="003B41EB" w:rsidRPr="00D1775C" w:rsidTr="00D1775C">
        <w:tc>
          <w:tcPr>
            <w:tcW w:w="804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  <w:lang w:val="en-US"/>
              </w:rPr>
              <w:t>2</w:t>
            </w:r>
            <w:r w:rsidRPr="00D1775C">
              <w:rPr>
                <w:b/>
                <w:color w:val="000000"/>
              </w:rPr>
              <w:t>.</w:t>
            </w:r>
          </w:p>
        </w:tc>
        <w:tc>
          <w:tcPr>
            <w:tcW w:w="4611" w:type="dxa"/>
          </w:tcPr>
          <w:p w:rsidR="003B41EB" w:rsidRPr="00D1775C" w:rsidRDefault="003B41EB" w:rsidP="006937C2">
            <w:pPr>
              <w:pStyle w:val="NormalWeb"/>
              <w:rPr>
                <w:color w:val="000000"/>
              </w:rPr>
            </w:pPr>
            <w:r w:rsidRPr="00D1775C">
              <w:rPr>
                <w:color w:val="000000"/>
              </w:rPr>
              <w:t>Мультимедиа</w:t>
            </w:r>
          </w:p>
        </w:tc>
        <w:tc>
          <w:tcPr>
            <w:tcW w:w="1274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6</w:t>
            </w:r>
          </w:p>
        </w:tc>
        <w:tc>
          <w:tcPr>
            <w:tcW w:w="1087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3</w:t>
            </w:r>
          </w:p>
        </w:tc>
        <w:tc>
          <w:tcPr>
            <w:tcW w:w="1435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3</w:t>
            </w:r>
          </w:p>
        </w:tc>
      </w:tr>
      <w:tr w:rsidR="003B41EB" w:rsidRPr="00D1775C" w:rsidTr="00D1775C">
        <w:tc>
          <w:tcPr>
            <w:tcW w:w="804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  <w:lang w:val="en-US"/>
              </w:rPr>
              <w:t>3</w:t>
            </w:r>
            <w:r w:rsidRPr="00D1775C">
              <w:rPr>
                <w:b/>
                <w:color w:val="000000"/>
              </w:rPr>
              <w:t>.</w:t>
            </w:r>
          </w:p>
        </w:tc>
        <w:tc>
          <w:tcPr>
            <w:tcW w:w="4611" w:type="dxa"/>
          </w:tcPr>
          <w:p w:rsidR="003B41EB" w:rsidRPr="00D1775C" w:rsidRDefault="003B41EB" w:rsidP="006937C2">
            <w:pPr>
              <w:pStyle w:val="NormalWeb"/>
              <w:rPr>
                <w:color w:val="000000"/>
              </w:rPr>
            </w:pPr>
            <w:r w:rsidRPr="00D1775C">
              <w:rPr>
                <w:color w:val="000000"/>
              </w:rPr>
              <w:t>Изучаем гипертекст</w:t>
            </w:r>
          </w:p>
        </w:tc>
        <w:tc>
          <w:tcPr>
            <w:tcW w:w="1274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9</w:t>
            </w:r>
          </w:p>
        </w:tc>
        <w:tc>
          <w:tcPr>
            <w:tcW w:w="1087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4</w:t>
            </w:r>
          </w:p>
        </w:tc>
        <w:tc>
          <w:tcPr>
            <w:tcW w:w="1435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5</w:t>
            </w:r>
          </w:p>
        </w:tc>
      </w:tr>
      <w:tr w:rsidR="003B41EB" w:rsidRPr="00D1775C" w:rsidTr="00D1775C">
        <w:tc>
          <w:tcPr>
            <w:tcW w:w="804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  <w:lang w:val="en-US"/>
              </w:rPr>
              <w:t>4</w:t>
            </w:r>
            <w:r w:rsidRPr="00D1775C">
              <w:rPr>
                <w:b/>
                <w:color w:val="000000"/>
              </w:rPr>
              <w:t>.</w:t>
            </w:r>
          </w:p>
        </w:tc>
        <w:tc>
          <w:tcPr>
            <w:tcW w:w="4611" w:type="dxa"/>
          </w:tcPr>
          <w:p w:rsidR="003B41EB" w:rsidRPr="00D1775C" w:rsidRDefault="003B41EB" w:rsidP="00A7724B">
            <w:pPr>
              <w:pStyle w:val="NormalWeb"/>
              <w:rPr>
                <w:color w:val="000000"/>
              </w:rPr>
            </w:pPr>
            <w:r w:rsidRPr="00D1775C">
              <w:rPr>
                <w:color w:val="000000"/>
              </w:rPr>
              <w:t xml:space="preserve">Работа в программе </w:t>
            </w:r>
            <w:r w:rsidRPr="00D1775C">
              <w:rPr>
                <w:color w:val="000000"/>
                <w:lang w:val="en-US"/>
              </w:rPr>
              <w:t>Excel</w:t>
            </w:r>
          </w:p>
        </w:tc>
        <w:tc>
          <w:tcPr>
            <w:tcW w:w="1274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5</w:t>
            </w:r>
          </w:p>
        </w:tc>
        <w:tc>
          <w:tcPr>
            <w:tcW w:w="1087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2</w:t>
            </w:r>
          </w:p>
        </w:tc>
        <w:tc>
          <w:tcPr>
            <w:tcW w:w="1435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3</w:t>
            </w:r>
          </w:p>
        </w:tc>
      </w:tr>
      <w:tr w:rsidR="003B41EB" w:rsidRPr="00D1775C" w:rsidTr="00D1775C">
        <w:tc>
          <w:tcPr>
            <w:tcW w:w="804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  <w:lang w:val="en-US"/>
              </w:rPr>
              <w:t>5</w:t>
            </w:r>
            <w:r w:rsidRPr="00D1775C">
              <w:rPr>
                <w:b/>
                <w:color w:val="000000"/>
              </w:rPr>
              <w:t>.</w:t>
            </w:r>
          </w:p>
        </w:tc>
        <w:tc>
          <w:tcPr>
            <w:tcW w:w="4611" w:type="dxa"/>
          </w:tcPr>
          <w:p w:rsidR="003B41EB" w:rsidRPr="00D1775C" w:rsidRDefault="003B41EB" w:rsidP="00A7724B">
            <w:pPr>
              <w:pStyle w:val="NormalWeb"/>
              <w:rPr>
                <w:color w:val="000000"/>
                <w:lang w:val="en-US"/>
              </w:rPr>
            </w:pPr>
            <w:r w:rsidRPr="00D1775C">
              <w:rPr>
                <w:color w:val="000000"/>
              </w:rPr>
              <w:t xml:space="preserve">Изучаем </w:t>
            </w:r>
            <w:r w:rsidRPr="00D1775C">
              <w:rPr>
                <w:color w:val="000000"/>
                <w:lang w:val="en-US"/>
              </w:rPr>
              <w:t>Powerpoint</w:t>
            </w:r>
          </w:p>
        </w:tc>
        <w:tc>
          <w:tcPr>
            <w:tcW w:w="1274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  <w:lang w:val="en-US"/>
              </w:rPr>
            </w:pPr>
            <w:r w:rsidRPr="00D1775C">
              <w:rPr>
                <w:b/>
                <w:color w:val="000000"/>
                <w:lang w:val="en-US"/>
              </w:rPr>
              <w:t>5</w:t>
            </w:r>
          </w:p>
        </w:tc>
        <w:tc>
          <w:tcPr>
            <w:tcW w:w="1087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2</w:t>
            </w:r>
          </w:p>
        </w:tc>
        <w:tc>
          <w:tcPr>
            <w:tcW w:w="1435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3</w:t>
            </w:r>
          </w:p>
        </w:tc>
      </w:tr>
      <w:tr w:rsidR="003B41EB" w:rsidRPr="00D1775C" w:rsidTr="00D1775C">
        <w:trPr>
          <w:trHeight w:val="88"/>
        </w:trPr>
        <w:tc>
          <w:tcPr>
            <w:tcW w:w="804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</w:p>
        </w:tc>
        <w:tc>
          <w:tcPr>
            <w:tcW w:w="4611" w:type="dxa"/>
          </w:tcPr>
          <w:p w:rsidR="003B41EB" w:rsidRPr="00D1775C" w:rsidRDefault="003B41EB" w:rsidP="00D1775C">
            <w:pPr>
              <w:pStyle w:val="NormalWeb"/>
              <w:jc w:val="right"/>
              <w:rPr>
                <w:b/>
                <w:color w:val="000000"/>
                <w:shd w:val="clear" w:color="auto" w:fill="FFFFFF"/>
              </w:rPr>
            </w:pPr>
            <w:r w:rsidRPr="00D1775C">
              <w:rPr>
                <w:b/>
                <w:color w:val="000000"/>
                <w:shd w:val="clear" w:color="auto" w:fill="FFFFFF"/>
              </w:rPr>
              <w:t>Итог</w:t>
            </w:r>
          </w:p>
        </w:tc>
        <w:tc>
          <w:tcPr>
            <w:tcW w:w="1274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34</w:t>
            </w:r>
          </w:p>
        </w:tc>
        <w:tc>
          <w:tcPr>
            <w:tcW w:w="1087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15</w:t>
            </w:r>
          </w:p>
        </w:tc>
        <w:tc>
          <w:tcPr>
            <w:tcW w:w="1435" w:type="dxa"/>
          </w:tcPr>
          <w:p w:rsidR="003B41EB" w:rsidRPr="00D1775C" w:rsidRDefault="003B41EB" w:rsidP="006937C2">
            <w:pPr>
              <w:pStyle w:val="NormalWeb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19</w:t>
            </w:r>
          </w:p>
        </w:tc>
      </w:tr>
    </w:tbl>
    <w:p w:rsidR="003B41EB" w:rsidRPr="00077235" w:rsidRDefault="003B41EB" w:rsidP="00BD63A2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</w:p>
    <w:p w:rsidR="003B41EB" w:rsidRPr="00077235" w:rsidRDefault="003B41EB" w:rsidP="00A7724B">
      <w:pPr>
        <w:pStyle w:val="NormalWeb"/>
        <w:jc w:val="center"/>
        <w:rPr>
          <w:b/>
          <w:color w:val="000000"/>
        </w:rPr>
      </w:pPr>
      <w:r w:rsidRPr="00077235">
        <w:rPr>
          <w:b/>
          <w:color w:val="000000"/>
        </w:rPr>
        <w:t>Содержание программы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8"/>
          <w:b/>
          <w:bCs/>
          <w:i/>
          <w:iCs/>
        </w:rPr>
      </w:pPr>
      <w:r w:rsidRPr="00077235">
        <w:rPr>
          <w:rStyle w:val="c8"/>
          <w:b/>
          <w:bCs/>
          <w:i/>
          <w:iCs/>
        </w:rPr>
        <w:t>Что мы уже знаем о компьютере (9 ч).</w:t>
      </w:r>
    </w:p>
    <w:p w:rsidR="003B41EB" w:rsidRPr="00077235" w:rsidRDefault="003B41EB" w:rsidP="00A7724B">
      <w:pPr>
        <w:pStyle w:val="c28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rStyle w:val="c14"/>
          <w:color w:val="000000"/>
        </w:rPr>
      </w:pPr>
      <w:r w:rsidRPr="00077235">
        <w:rPr>
          <w:rStyle w:val="c14"/>
          <w:color w:val="000000"/>
        </w:rPr>
        <w:t xml:space="preserve">Беседа, ознакомление детей с особенностями занятий в кружке. Требования к поведению обучающихся во время занятия. Соблюдение порядка на рабочем месте. Соблюдение правил по технике безопасности. 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8"/>
          <w:bCs/>
          <w:iCs/>
        </w:rPr>
      </w:pPr>
      <w:r w:rsidRPr="00077235">
        <w:rPr>
          <w:rStyle w:val="c8"/>
          <w:bCs/>
          <w:iCs/>
        </w:rPr>
        <w:t xml:space="preserve">Расширение представлений об устройстве компьютера. </w:t>
      </w:r>
      <w:r w:rsidRPr="00077235">
        <w:rPr>
          <w:rStyle w:val="c14"/>
          <w:color w:val="000000"/>
        </w:rPr>
        <w:t xml:space="preserve">Правила работы на компьютере. </w:t>
      </w:r>
      <w:r w:rsidRPr="00077235">
        <w:rPr>
          <w:rStyle w:val="c8"/>
          <w:bCs/>
          <w:iCs/>
        </w:rPr>
        <w:t>Создание папок. Сохранение и удаление файлов.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8"/>
          <w:b/>
          <w:bCs/>
          <w:i/>
          <w:iCs/>
        </w:rPr>
      </w:pPr>
      <w:r w:rsidRPr="00077235">
        <w:rPr>
          <w:rStyle w:val="c8"/>
          <w:b/>
          <w:bCs/>
          <w:i/>
          <w:iCs/>
        </w:rPr>
        <w:t>Мультимедиа (6 ч).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8"/>
          <w:bCs/>
          <w:iCs/>
        </w:rPr>
      </w:pPr>
      <w:r w:rsidRPr="00077235">
        <w:rPr>
          <w:rStyle w:val="c8"/>
          <w:bCs/>
          <w:iCs/>
        </w:rPr>
        <w:t xml:space="preserve">Подключение к компьютеру новых периферийных устройств и установок программ. Редактирование изображений в программе </w:t>
      </w:r>
      <w:r w:rsidRPr="00077235">
        <w:rPr>
          <w:rStyle w:val="c8"/>
          <w:bCs/>
          <w:iCs/>
          <w:lang w:val="en-US"/>
        </w:rPr>
        <w:t>Paint</w:t>
      </w:r>
      <w:r w:rsidRPr="00077235">
        <w:rPr>
          <w:rStyle w:val="c8"/>
          <w:bCs/>
          <w:iCs/>
        </w:rPr>
        <w:t xml:space="preserve">. Знакомство с </w:t>
      </w:r>
      <w:r w:rsidRPr="00077235">
        <w:rPr>
          <w:rStyle w:val="c8"/>
          <w:bCs/>
          <w:iCs/>
          <w:lang w:val="en-US"/>
        </w:rPr>
        <w:t>Windows</w:t>
      </w:r>
      <w:r w:rsidRPr="00077235">
        <w:rPr>
          <w:rStyle w:val="c8"/>
          <w:bCs/>
          <w:iCs/>
        </w:rPr>
        <w:t xml:space="preserve"> </w:t>
      </w:r>
      <w:r w:rsidRPr="00077235">
        <w:rPr>
          <w:rStyle w:val="c8"/>
          <w:bCs/>
          <w:iCs/>
          <w:lang w:val="en-US"/>
        </w:rPr>
        <w:t>Media</w:t>
      </w:r>
      <w:r w:rsidRPr="00077235">
        <w:rPr>
          <w:rStyle w:val="c8"/>
          <w:bCs/>
          <w:iCs/>
        </w:rPr>
        <w:t xml:space="preserve"> </w:t>
      </w:r>
      <w:r w:rsidRPr="00077235">
        <w:rPr>
          <w:rStyle w:val="c8"/>
          <w:bCs/>
          <w:iCs/>
          <w:lang w:val="en-US"/>
        </w:rPr>
        <w:t>Player</w:t>
      </w:r>
      <w:r w:rsidRPr="00077235">
        <w:rPr>
          <w:rStyle w:val="c8"/>
          <w:bCs/>
          <w:iCs/>
        </w:rPr>
        <w:t>. Сохранение изображений из Интернета.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8"/>
          <w:b/>
          <w:bCs/>
          <w:i/>
          <w:iCs/>
        </w:rPr>
      </w:pPr>
      <w:r w:rsidRPr="00077235">
        <w:rPr>
          <w:rStyle w:val="c8"/>
          <w:b/>
          <w:bCs/>
          <w:i/>
          <w:iCs/>
        </w:rPr>
        <w:t>Изучаем гипертекст (9 ч).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8"/>
          <w:bCs/>
          <w:iCs/>
        </w:rPr>
      </w:pPr>
      <w:r w:rsidRPr="00077235">
        <w:rPr>
          <w:rStyle w:val="c8"/>
          <w:bCs/>
          <w:iCs/>
        </w:rPr>
        <w:t>Знакомство с понятием гипертекста, его структура и принцип функционирования. Создание страницы гипертекста. Оформление гипертекста иллюстративным материалом и таблицами.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8"/>
          <w:b/>
          <w:bCs/>
          <w:i/>
          <w:iCs/>
        </w:rPr>
      </w:pPr>
      <w:r w:rsidRPr="00077235">
        <w:rPr>
          <w:rStyle w:val="c8"/>
          <w:b/>
          <w:bCs/>
          <w:i/>
          <w:iCs/>
        </w:rPr>
        <w:t>Математика и география в программе Excel (5 ч).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8"/>
          <w:bCs/>
          <w:iCs/>
        </w:rPr>
      </w:pPr>
      <w:r w:rsidRPr="00077235">
        <w:rPr>
          <w:rStyle w:val="c8"/>
          <w:bCs/>
          <w:iCs/>
        </w:rPr>
        <w:t xml:space="preserve">Расширение представлений о программе </w:t>
      </w:r>
      <w:r w:rsidRPr="00077235">
        <w:rPr>
          <w:rStyle w:val="c8"/>
          <w:bCs/>
          <w:iCs/>
          <w:lang w:val="en-US"/>
        </w:rPr>
        <w:t>Excel</w:t>
      </w:r>
      <w:r w:rsidRPr="00077235">
        <w:rPr>
          <w:rStyle w:val="c8"/>
          <w:bCs/>
          <w:iCs/>
        </w:rPr>
        <w:t xml:space="preserve">. Выстраивание списка данных в порядке возрастания и убывания в программе </w:t>
      </w:r>
      <w:r w:rsidRPr="00077235">
        <w:rPr>
          <w:rStyle w:val="c8"/>
          <w:bCs/>
          <w:iCs/>
          <w:lang w:val="en-US"/>
        </w:rPr>
        <w:t>Excel</w:t>
      </w:r>
      <w:r w:rsidRPr="00077235">
        <w:rPr>
          <w:rStyle w:val="c8"/>
          <w:bCs/>
          <w:iCs/>
        </w:rPr>
        <w:t xml:space="preserve">. Построение графиков в </w:t>
      </w:r>
      <w:r w:rsidRPr="00077235">
        <w:rPr>
          <w:rStyle w:val="c8"/>
          <w:bCs/>
          <w:iCs/>
          <w:lang w:val="en-US"/>
        </w:rPr>
        <w:t>Excel</w:t>
      </w:r>
      <w:r w:rsidRPr="00077235">
        <w:rPr>
          <w:rStyle w:val="c8"/>
          <w:bCs/>
          <w:iCs/>
        </w:rPr>
        <w:t xml:space="preserve">. Вставка в документ </w:t>
      </w:r>
      <w:r w:rsidRPr="00077235">
        <w:rPr>
          <w:rStyle w:val="c8"/>
          <w:bCs/>
          <w:iCs/>
          <w:lang w:val="en-US"/>
        </w:rPr>
        <w:t>Excel</w:t>
      </w:r>
      <w:r w:rsidRPr="00077235">
        <w:rPr>
          <w:rStyle w:val="c8"/>
          <w:bCs/>
          <w:iCs/>
        </w:rPr>
        <w:t xml:space="preserve"> изображений.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8"/>
          <w:b/>
          <w:bCs/>
          <w:i/>
          <w:iCs/>
        </w:rPr>
      </w:pPr>
      <w:r w:rsidRPr="00077235">
        <w:rPr>
          <w:rStyle w:val="c8"/>
          <w:b/>
          <w:bCs/>
          <w:i/>
          <w:iCs/>
        </w:rPr>
        <w:t>Изучаем Powerpoint (5 ч).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8"/>
          <w:bCs/>
          <w:iCs/>
        </w:rPr>
      </w:pPr>
      <w:r w:rsidRPr="00077235">
        <w:rPr>
          <w:rStyle w:val="c8"/>
          <w:bCs/>
          <w:iCs/>
        </w:rPr>
        <w:t xml:space="preserve">Знакомство с новыми функциями программы </w:t>
      </w:r>
      <w:r w:rsidRPr="00077235">
        <w:rPr>
          <w:rStyle w:val="c8"/>
          <w:bCs/>
          <w:iCs/>
          <w:lang w:val="en-US"/>
        </w:rPr>
        <w:t>PowerPoint</w:t>
      </w:r>
      <w:r w:rsidRPr="00077235">
        <w:rPr>
          <w:rStyle w:val="c8"/>
          <w:bCs/>
          <w:iCs/>
        </w:rPr>
        <w:t xml:space="preserve">. Создание презентаций в программе  </w:t>
      </w:r>
      <w:r w:rsidRPr="00077235">
        <w:rPr>
          <w:rStyle w:val="c8"/>
          <w:bCs/>
          <w:iCs/>
          <w:lang w:val="en-US"/>
        </w:rPr>
        <w:t>PowerPoint</w:t>
      </w:r>
      <w:r w:rsidRPr="00077235">
        <w:rPr>
          <w:rStyle w:val="c8"/>
          <w:bCs/>
          <w:iCs/>
        </w:rPr>
        <w:t xml:space="preserve">. Использование эффектов анимации в программе </w:t>
      </w:r>
      <w:r w:rsidRPr="00077235">
        <w:rPr>
          <w:rStyle w:val="c8"/>
          <w:bCs/>
          <w:iCs/>
          <w:lang w:val="en-US"/>
        </w:rPr>
        <w:t>PowerPoint</w:t>
      </w:r>
      <w:r w:rsidRPr="00077235">
        <w:rPr>
          <w:rStyle w:val="c8"/>
          <w:bCs/>
          <w:iCs/>
        </w:rPr>
        <w:t>.</w:t>
      </w:r>
    </w:p>
    <w:p w:rsidR="003B41EB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077235">
        <w:rPr>
          <w:b/>
        </w:rPr>
        <w:t>Практика работы на компьютере.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 w:rsidRPr="00077235">
        <w:t xml:space="preserve">Правила техники безопасности при работе на компьютере. Соблюдение гигиенических условий работы, в том числе выполнение зарядки для глаз и пальцев рук. 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 w:rsidRPr="00077235">
        <w:t>Включение и выключение компьютера и подключаемых к нему устройств. Клавиатура, общее представление о правилах клавиатурного письма, пользование мышью.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 w:rsidRPr="00077235">
        <w:t xml:space="preserve">Организация информации на компьютере (система файлов и папок). Создание системы папок для хранения собственной информации на компьютере. Простейшие приемы поиска информации в электронных словарях, файловой системе. 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 w:rsidRPr="00077235">
        <w:t xml:space="preserve">Работа с простыми информационными объектами. Обработка числовой информации на компьютере. Создание и обработка текстов, рисунков (в том числе из готовых фрагментов). Использование библиотек готовых объектов (рисунков). 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 w:rsidRPr="00077235">
        <w:t>Работа с электронными образовательными ресурсами (работа в интерактивной среде).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rStyle w:val="c14"/>
          <w:b/>
          <w:i/>
          <w:iCs/>
          <w:color w:val="000000"/>
        </w:rPr>
      </w:pP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rStyle w:val="c14"/>
          <w:b/>
          <w:i/>
          <w:iCs/>
          <w:color w:val="000000"/>
        </w:rPr>
      </w:pPr>
      <w:r w:rsidRPr="00077235">
        <w:rPr>
          <w:rStyle w:val="c14"/>
          <w:b/>
          <w:i/>
          <w:iCs/>
          <w:color w:val="000000"/>
        </w:rPr>
        <w:t>К концу обучения обучающиеся должны </w:t>
      </w:r>
      <w:r w:rsidRPr="00077235">
        <w:rPr>
          <w:rStyle w:val="c8"/>
          <w:b/>
          <w:bCs/>
          <w:i/>
          <w:iCs/>
          <w:color w:val="000000"/>
        </w:rPr>
        <w:t>уметь</w:t>
      </w:r>
      <w:r w:rsidRPr="00077235">
        <w:rPr>
          <w:rStyle w:val="c14"/>
          <w:b/>
          <w:i/>
          <w:iCs/>
          <w:color w:val="000000"/>
        </w:rPr>
        <w:t>: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rStyle w:val="c14"/>
        </w:rPr>
      </w:pPr>
      <w:r w:rsidRPr="00077235">
        <w:rPr>
          <w:rStyle w:val="c14"/>
          <w:color w:val="000000"/>
        </w:rPr>
        <w:t>- правильно организовать свое рабочее место, поддерживать порядок во время работы;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rStyle w:val="c14"/>
          <w:color w:val="000000"/>
        </w:rPr>
      </w:pPr>
      <w:r w:rsidRPr="00077235">
        <w:rPr>
          <w:rStyle w:val="c14"/>
          <w:color w:val="000000"/>
        </w:rPr>
        <w:t>- соблюдать правила безопасности труда и личной гигиены;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 w:line="240" w:lineRule="atLeast"/>
        <w:ind w:firstLine="709"/>
        <w:jc w:val="both"/>
      </w:pPr>
      <w:r w:rsidRPr="00077235">
        <w:rPr>
          <w:rStyle w:val="c14"/>
          <w:color w:val="000000"/>
        </w:rPr>
        <w:t xml:space="preserve">- </w:t>
      </w:r>
      <w:r w:rsidRPr="00077235">
        <w:t>распознавать одну и ту же информацию, представленную в разной форме;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 w:line="240" w:lineRule="atLeast"/>
        <w:ind w:firstLine="709"/>
        <w:jc w:val="both"/>
      </w:pPr>
      <w:r w:rsidRPr="00077235">
        <w:t>- планировать несложные исследования, собирать и представлять полученную информацию в разной форме;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rStyle w:val="c14"/>
        </w:rPr>
      </w:pPr>
      <w:r w:rsidRPr="00077235">
        <w:t>- интерпретировать информацию, полученную при проведении несложных исследований (объяснять, сравнивать, и обобщать данные, делать выводы и прогнозы);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rStyle w:val="c14"/>
        </w:rPr>
      </w:pPr>
      <w:r w:rsidRPr="00077235">
        <w:rPr>
          <w:rStyle w:val="c14"/>
        </w:rPr>
        <w:t>- составлять рисунки с применением функций графического редактора;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rStyle w:val="c14"/>
        </w:rPr>
      </w:pPr>
      <w:r w:rsidRPr="00077235">
        <w:rPr>
          <w:rStyle w:val="c14"/>
        </w:rPr>
        <w:t>- работать в редакторах P</w:t>
      </w:r>
      <w:r w:rsidRPr="00077235">
        <w:rPr>
          <w:rStyle w:val="c14"/>
          <w:lang w:val="en-US"/>
        </w:rPr>
        <w:t>owerPoint</w:t>
      </w:r>
      <w:r w:rsidRPr="00077235">
        <w:rPr>
          <w:rStyle w:val="c14"/>
        </w:rPr>
        <w:t xml:space="preserve">, Word, </w:t>
      </w:r>
      <w:r w:rsidRPr="00077235">
        <w:rPr>
          <w:rStyle w:val="c14"/>
          <w:lang w:val="en-US"/>
        </w:rPr>
        <w:t>Excel</w:t>
      </w:r>
      <w:r w:rsidRPr="00077235">
        <w:rPr>
          <w:rStyle w:val="c14"/>
        </w:rPr>
        <w:t>;</w:t>
      </w:r>
    </w:p>
    <w:p w:rsidR="003B41EB" w:rsidRPr="00077235" w:rsidRDefault="003B41EB" w:rsidP="00A7724B">
      <w:pPr>
        <w:pStyle w:val="c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rStyle w:val="c14"/>
        </w:rPr>
      </w:pPr>
      <w:r w:rsidRPr="00077235">
        <w:t>- 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3B41EB" w:rsidRPr="00007A06" w:rsidRDefault="003B41EB" w:rsidP="00A7724B">
      <w:pPr>
        <w:pStyle w:val="c3"/>
        <w:shd w:val="clear" w:color="auto" w:fill="FFFFFF"/>
        <w:spacing w:before="0" w:beforeAutospacing="0" w:after="0" w:afterAutospacing="0" w:line="240" w:lineRule="atLeast"/>
        <w:ind w:firstLine="709"/>
        <w:jc w:val="both"/>
      </w:pPr>
    </w:p>
    <w:p w:rsidR="003B41EB" w:rsidRDefault="003B41EB">
      <w:pPr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>
        <w:rPr>
          <w:b/>
          <w:color w:val="000000"/>
          <w:sz w:val="28"/>
          <w:szCs w:val="27"/>
        </w:rPr>
        <w:br w:type="page"/>
      </w:r>
    </w:p>
    <w:p w:rsidR="003B41EB" w:rsidRPr="00A44F58" w:rsidRDefault="003B41EB" w:rsidP="00A7724B">
      <w:pPr>
        <w:pStyle w:val="NormalWeb"/>
        <w:spacing w:before="0" w:beforeAutospacing="0" w:after="0" w:afterAutospacing="0" w:line="240" w:lineRule="atLeast"/>
        <w:jc w:val="center"/>
        <w:rPr>
          <w:b/>
          <w:color w:val="000000"/>
          <w:sz w:val="28"/>
          <w:szCs w:val="27"/>
        </w:rPr>
      </w:pPr>
      <w:r w:rsidRPr="00A44F58">
        <w:rPr>
          <w:b/>
          <w:color w:val="000000"/>
          <w:sz w:val="28"/>
          <w:szCs w:val="27"/>
        </w:rPr>
        <w:t>Календарно-тематический план кружка «</w:t>
      </w:r>
      <w:r>
        <w:rPr>
          <w:b/>
          <w:color w:val="000000"/>
          <w:sz w:val="28"/>
          <w:szCs w:val="27"/>
        </w:rPr>
        <w:t>Путешествие в страну Информатики</w:t>
      </w:r>
      <w:r w:rsidRPr="00A44F58">
        <w:rPr>
          <w:b/>
          <w:color w:val="000000"/>
          <w:sz w:val="28"/>
          <w:szCs w:val="27"/>
        </w:rPr>
        <w:t>»</w:t>
      </w:r>
    </w:p>
    <w:p w:rsidR="003B41EB" w:rsidRPr="001C2674" w:rsidRDefault="003B41EB" w:rsidP="00A7724B">
      <w:pPr>
        <w:pStyle w:val="NormalWeb"/>
        <w:spacing w:before="0" w:beforeAutospacing="0" w:after="0" w:afterAutospacing="0" w:line="240" w:lineRule="atLeast"/>
        <w:jc w:val="center"/>
        <w:rPr>
          <w:rStyle w:val="c14"/>
          <w:b/>
          <w:color w:val="000000"/>
          <w:sz w:val="28"/>
          <w:szCs w:val="27"/>
        </w:rPr>
      </w:pPr>
      <w:r w:rsidRPr="00A44F58">
        <w:rPr>
          <w:b/>
          <w:color w:val="000000"/>
          <w:sz w:val="28"/>
          <w:szCs w:val="27"/>
        </w:rPr>
        <w:t>в расчёте на 1 час в неделю</w:t>
      </w: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7"/>
        <w:gridCol w:w="7103"/>
        <w:gridCol w:w="891"/>
        <w:gridCol w:w="1449"/>
      </w:tblGrid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№ п\п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775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775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775C">
              <w:rPr>
                <w:rFonts w:ascii="Times New Roman" w:hAnsi="Times New Roman"/>
                <w:b/>
                <w:sz w:val="24"/>
                <w:szCs w:val="24"/>
              </w:rPr>
              <w:t>Примечание (описание причин корректировки дат)</w:t>
            </w: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1.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Что мы уже знаем о компьютере.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07.09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2.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Что такое ПК?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14.09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3.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Аппаратное и программное обеспечение компьютера.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21.09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4.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Периферийные устройства ввода и вывода.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28.09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5.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Включение и выключение. Операционная система.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05.10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6.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 xml:space="preserve">Организация данных в системе </w:t>
            </w:r>
            <w:r w:rsidRPr="00D1775C">
              <w:rPr>
                <w:rStyle w:val="c8"/>
                <w:bCs/>
                <w:iCs/>
                <w:lang w:val="en-US"/>
              </w:rPr>
              <w:t>Windows</w:t>
            </w:r>
            <w:r w:rsidRPr="00D1775C">
              <w:rPr>
                <w:rStyle w:val="c8"/>
                <w:bCs/>
                <w:iCs/>
              </w:rPr>
              <w:t>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12.10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7.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Учимся создавать папки.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19.10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8.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Сохраняем и удаляем файлы.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26.10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9.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Контрольные задания по теме: «Что мы уже знаем о компьютере».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09.11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10.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Мультимедиа.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16.11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11.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Устанавливаем мультимедийные программы.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23.11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12.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Работаем с изображениями.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30.11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13.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  <w:lang w:val="en-US"/>
              </w:rPr>
            </w:pPr>
            <w:r w:rsidRPr="00D1775C">
              <w:rPr>
                <w:rStyle w:val="c8"/>
                <w:bCs/>
                <w:iCs/>
              </w:rPr>
              <w:t>Знакомство</w:t>
            </w:r>
            <w:r w:rsidRPr="00D1775C">
              <w:rPr>
                <w:rStyle w:val="c8"/>
                <w:bCs/>
                <w:iCs/>
                <w:lang w:val="en-US"/>
              </w:rPr>
              <w:t xml:space="preserve"> </w:t>
            </w:r>
            <w:r w:rsidRPr="00D1775C">
              <w:rPr>
                <w:rStyle w:val="c8"/>
                <w:bCs/>
                <w:iCs/>
              </w:rPr>
              <w:t>с</w:t>
            </w:r>
            <w:r w:rsidRPr="00D1775C">
              <w:rPr>
                <w:rStyle w:val="c8"/>
                <w:bCs/>
                <w:iCs/>
                <w:lang w:val="en-US"/>
              </w:rPr>
              <w:t xml:space="preserve"> Windows Media Player.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07.12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  <w:lang w:val="en-US"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14.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Сохраняем картинки из Интернета. Контрольные задания по теме: «Мультимедиа».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14.12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15.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Что такое гипертекст?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21.12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16.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Создаем гипертекст.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28.12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17.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Создаем домашнюю страницу.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11.01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18.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Создаем новую страницу.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18.01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19.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Создаем ссылку. Удаляем ссылку.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25.01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20.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Все дороги ведут на домашнюю страницу.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01.02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21.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Делаем ссылки в виде картинок.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08.02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22.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 xml:space="preserve">Создаем таблицу в </w:t>
            </w:r>
            <w:r w:rsidRPr="00D1775C">
              <w:rPr>
                <w:rStyle w:val="c8"/>
                <w:bCs/>
                <w:iCs/>
                <w:lang w:val="en-US"/>
              </w:rPr>
              <w:t>Word</w:t>
            </w:r>
            <w:r w:rsidRPr="00D1775C">
              <w:rPr>
                <w:rStyle w:val="c8"/>
                <w:bCs/>
                <w:iCs/>
              </w:rPr>
              <w:t>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15.02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23.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Завершаем работу над гипертекстом. Контрольные задания по теме: «Изучаем гипертекст.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22.02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24.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 xml:space="preserve">Возможности программы </w:t>
            </w:r>
            <w:r w:rsidRPr="00D1775C">
              <w:rPr>
                <w:color w:val="000000"/>
                <w:lang w:val="en-US"/>
              </w:rPr>
              <w:t>Excel</w:t>
            </w:r>
            <w:r w:rsidRPr="00D1775C">
              <w:rPr>
                <w:color w:val="000000"/>
              </w:rPr>
              <w:t>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01.03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25.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 xml:space="preserve">Измеряем горы в программе </w:t>
            </w:r>
            <w:r w:rsidRPr="00D1775C">
              <w:rPr>
                <w:color w:val="000000"/>
                <w:lang w:val="en-US"/>
              </w:rPr>
              <w:t>Excel</w:t>
            </w:r>
            <w:r w:rsidRPr="00D1775C">
              <w:rPr>
                <w:color w:val="000000"/>
              </w:rPr>
              <w:t>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15.03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26.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 xml:space="preserve">Сравниваем реки в программе </w:t>
            </w:r>
            <w:r w:rsidRPr="00D1775C">
              <w:rPr>
                <w:color w:val="000000"/>
                <w:lang w:val="en-US"/>
              </w:rPr>
              <w:t>Excel</w:t>
            </w:r>
            <w:r w:rsidRPr="00D1775C">
              <w:rPr>
                <w:color w:val="000000"/>
              </w:rPr>
              <w:t>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05.04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27.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 xml:space="preserve">Строим графики в программе </w:t>
            </w:r>
            <w:r w:rsidRPr="00D1775C">
              <w:rPr>
                <w:color w:val="000000"/>
                <w:lang w:val="en-US"/>
              </w:rPr>
              <w:t>Excel</w:t>
            </w:r>
            <w:r w:rsidRPr="00D1775C">
              <w:rPr>
                <w:color w:val="000000"/>
              </w:rPr>
              <w:t>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12.04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28.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 xml:space="preserve">Вставляем изображение в программу </w:t>
            </w:r>
            <w:r w:rsidRPr="00D1775C">
              <w:rPr>
                <w:color w:val="000000"/>
                <w:lang w:val="en-US"/>
              </w:rPr>
              <w:t>Excel</w:t>
            </w:r>
            <w:r w:rsidRPr="00D1775C">
              <w:rPr>
                <w:color w:val="000000"/>
              </w:rPr>
              <w:t>.</w:t>
            </w:r>
            <w:r w:rsidRPr="00D1775C">
              <w:rPr>
                <w:rStyle w:val="c8"/>
                <w:bCs/>
                <w:iCs/>
              </w:rPr>
              <w:t xml:space="preserve"> Контрольные задания по теме: «</w:t>
            </w:r>
            <w:r w:rsidRPr="00D1775C">
              <w:rPr>
                <w:color w:val="000000"/>
              </w:rPr>
              <w:t xml:space="preserve">Математика и география в программе </w:t>
            </w:r>
            <w:r w:rsidRPr="00D1775C">
              <w:rPr>
                <w:color w:val="000000"/>
                <w:lang w:val="en-US"/>
              </w:rPr>
              <w:t>Excel</w:t>
            </w:r>
            <w:r w:rsidRPr="00D1775C">
              <w:rPr>
                <w:color w:val="000000"/>
              </w:rPr>
              <w:t>».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19.04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29.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Что такое презентация?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26.04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30.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Промежуточная аттестация (тестовая работа)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17.05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31.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 xml:space="preserve">Использование эффектов анимации в программе </w:t>
            </w:r>
            <w:r w:rsidRPr="00D1775C">
              <w:rPr>
                <w:rStyle w:val="c8"/>
                <w:bCs/>
                <w:iCs/>
                <w:lang w:val="en-US"/>
              </w:rPr>
              <w:t>PowerPoint</w:t>
            </w:r>
            <w:r w:rsidRPr="00D1775C">
              <w:rPr>
                <w:rStyle w:val="c8"/>
                <w:bCs/>
                <w:iCs/>
              </w:rPr>
              <w:t>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24.05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  <w:tr w:rsidR="003B41EB" w:rsidRPr="00D1775C" w:rsidTr="00D1775C">
        <w:tc>
          <w:tcPr>
            <w:tcW w:w="587" w:type="dxa"/>
          </w:tcPr>
          <w:p w:rsidR="003B41EB" w:rsidRPr="00D1775C" w:rsidRDefault="003B41EB" w:rsidP="00D1775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1775C">
              <w:rPr>
                <w:b/>
                <w:color w:val="000000"/>
              </w:rPr>
              <w:t>32.</w:t>
            </w:r>
          </w:p>
        </w:tc>
        <w:tc>
          <w:tcPr>
            <w:tcW w:w="7103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 xml:space="preserve">Новые темы для презентаций в программе </w:t>
            </w:r>
            <w:r w:rsidRPr="00D1775C">
              <w:rPr>
                <w:rStyle w:val="c8"/>
                <w:bCs/>
                <w:iCs/>
                <w:lang w:val="en-US"/>
              </w:rPr>
              <w:t>Powerpoint</w:t>
            </w:r>
            <w:r w:rsidRPr="00D1775C">
              <w:rPr>
                <w:rStyle w:val="c8"/>
                <w:bCs/>
                <w:iCs/>
              </w:rPr>
              <w:t>.</w:t>
            </w:r>
          </w:p>
        </w:tc>
        <w:tc>
          <w:tcPr>
            <w:tcW w:w="891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  <w:r w:rsidRPr="00D1775C">
              <w:rPr>
                <w:rStyle w:val="c8"/>
                <w:bCs/>
                <w:iCs/>
              </w:rPr>
              <w:t>31.05</w:t>
            </w:r>
          </w:p>
        </w:tc>
        <w:tc>
          <w:tcPr>
            <w:tcW w:w="1449" w:type="dxa"/>
          </w:tcPr>
          <w:p w:rsidR="003B41EB" w:rsidRPr="00D1775C" w:rsidRDefault="003B41EB" w:rsidP="00D1775C">
            <w:pPr>
              <w:pStyle w:val="c3"/>
              <w:spacing w:before="0" w:beforeAutospacing="0" w:after="0" w:afterAutospacing="0"/>
              <w:jc w:val="both"/>
              <w:rPr>
                <w:rStyle w:val="c8"/>
                <w:bCs/>
                <w:iCs/>
              </w:rPr>
            </w:pPr>
          </w:p>
        </w:tc>
      </w:tr>
    </w:tbl>
    <w:p w:rsidR="003B41EB" w:rsidRPr="00A7724B" w:rsidRDefault="003B41EB" w:rsidP="00A7724B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8"/>
          <w:bCs/>
          <w:iCs/>
          <w:sz w:val="28"/>
        </w:rPr>
      </w:pPr>
      <w:bookmarkStart w:id="0" w:name="_GoBack"/>
      <w:bookmarkEnd w:id="0"/>
    </w:p>
    <w:sectPr w:rsidR="003B41EB" w:rsidRPr="00A7724B" w:rsidSect="00963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10FA0"/>
    <w:multiLevelType w:val="multilevel"/>
    <w:tmpl w:val="2CC4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843C03"/>
    <w:multiLevelType w:val="multilevel"/>
    <w:tmpl w:val="E74E1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3A2"/>
    <w:rsid w:val="00007A06"/>
    <w:rsid w:val="00023E64"/>
    <w:rsid w:val="00077235"/>
    <w:rsid w:val="001C2674"/>
    <w:rsid w:val="002161ED"/>
    <w:rsid w:val="0024033E"/>
    <w:rsid w:val="003B41EB"/>
    <w:rsid w:val="00490172"/>
    <w:rsid w:val="004F2693"/>
    <w:rsid w:val="005400DA"/>
    <w:rsid w:val="00595908"/>
    <w:rsid w:val="006937C2"/>
    <w:rsid w:val="006D54C5"/>
    <w:rsid w:val="007C3770"/>
    <w:rsid w:val="00853811"/>
    <w:rsid w:val="00963F50"/>
    <w:rsid w:val="009E334E"/>
    <w:rsid w:val="00A44F58"/>
    <w:rsid w:val="00A7724B"/>
    <w:rsid w:val="00AB55E7"/>
    <w:rsid w:val="00BD63A2"/>
    <w:rsid w:val="00BE3020"/>
    <w:rsid w:val="00BF0C45"/>
    <w:rsid w:val="00D1775C"/>
    <w:rsid w:val="00F8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F5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D63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Normal"/>
    <w:uiPriority w:val="99"/>
    <w:rsid w:val="00BD63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7724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Normal"/>
    <w:uiPriority w:val="99"/>
    <w:rsid w:val="00A772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DefaultParagraphFont"/>
    <w:uiPriority w:val="99"/>
    <w:rsid w:val="00A7724B"/>
    <w:rPr>
      <w:rFonts w:cs="Times New Roman"/>
    </w:rPr>
  </w:style>
  <w:style w:type="paragraph" w:customStyle="1" w:styleId="c28">
    <w:name w:val="c28"/>
    <w:basedOn w:val="Normal"/>
    <w:uiPriority w:val="99"/>
    <w:rsid w:val="00A772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basedOn w:val="DefaultParagraphFont"/>
    <w:uiPriority w:val="99"/>
    <w:rsid w:val="00A7724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353</TotalTime>
  <Pages>4</Pages>
  <Words>1159</Words>
  <Characters>6612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Вероня</dc:creator>
  <cp:keywords/>
  <dc:description/>
  <cp:lastModifiedBy>user</cp:lastModifiedBy>
  <cp:revision>7</cp:revision>
  <dcterms:created xsi:type="dcterms:W3CDTF">2019-10-02T07:04:00Z</dcterms:created>
  <dcterms:modified xsi:type="dcterms:W3CDTF">2020-12-13T17:46:00Z</dcterms:modified>
</cp:coreProperties>
</file>